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4"/>
        <w:gridCol w:w="3294"/>
        <w:gridCol w:w="3294"/>
        <w:gridCol w:w="3294"/>
      </w:tblGrid>
      <w:tr w:rsidR="00CE6714" w:rsidRPr="00805701" w:rsidTr="00393038">
        <w:tc>
          <w:tcPr>
            <w:tcW w:w="13176" w:type="dxa"/>
            <w:gridSpan w:val="4"/>
            <w:vAlign w:val="bottom"/>
          </w:tcPr>
          <w:p w:rsidR="00CE6714" w:rsidRPr="00776A3E" w:rsidRDefault="00CE6714" w:rsidP="00776A3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6A3E">
              <w:rPr>
                <w:b/>
                <w:sz w:val="24"/>
                <w:szCs w:val="24"/>
              </w:rPr>
              <w:t>Response Journal Scoring Rubric</w:t>
            </w:r>
          </w:p>
        </w:tc>
      </w:tr>
      <w:tr w:rsidR="00CE6714" w:rsidRPr="00805701" w:rsidTr="00805701">
        <w:tc>
          <w:tcPr>
            <w:tcW w:w="3294" w:type="dxa"/>
            <w:vAlign w:val="bottom"/>
          </w:tcPr>
          <w:p w:rsidR="00CE6714" w:rsidRPr="00805701" w:rsidRDefault="00CE6714" w:rsidP="008057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Oops (Below Basic, 1)</w:t>
            </w:r>
          </w:p>
        </w:tc>
        <w:tc>
          <w:tcPr>
            <w:tcW w:w="3294" w:type="dxa"/>
            <w:vAlign w:val="bottom"/>
          </w:tcPr>
          <w:p w:rsidR="00CE6714" w:rsidRPr="00805701" w:rsidRDefault="00CE6714" w:rsidP="008057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So-so (Basic, 2)</w:t>
            </w:r>
          </w:p>
        </w:tc>
        <w:tc>
          <w:tcPr>
            <w:tcW w:w="3294" w:type="dxa"/>
            <w:vAlign w:val="bottom"/>
          </w:tcPr>
          <w:p w:rsidR="00CE6714" w:rsidRPr="00805701" w:rsidRDefault="00CE6714" w:rsidP="008057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Wow! (Proficient, 3)</w:t>
            </w:r>
          </w:p>
        </w:tc>
        <w:tc>
          <w:tcPr>
            <w:tcW w:w="3294" w:type="dxa"/>
            <w:vAlign w:val="bottom"/>
          </w:tcPr>
          <w:p w:rsidR="00CE6714" w:rsidRPr="00805701" w:rsidRDefault="00CE6714" w:rsidP="008057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Outstanding! (Advanced, 4)</w:t>
            </w:r>
          </w:p>
        </w:tc>
      </w:tr>
      <w:tr w:rsidR="00CE6714" w:rsidRPr="00805701" w:rsidTr="00805701"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Quality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journal has more summaries or blank pages than reflective writing.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entries are confused.  They do not make sense to the reader.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There is no evidence of applying what you learn in class.</w:t>
            </w:r>
          </w:p>
          <w:p w:rsidR="00CE6714" w:rsidRPr="00805701" w:rsidRDefault="00CE6714" w:rsidP="008057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Quality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entries do not show reflection or deeper thinking about what I am reading. I do not use quotations or specific examples.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writing is clear and coherent.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show some evidence of applying what I learn in class.</w:t>
            </w:r>
          </w:p>
          <w:p w:rsidR="00CE6714" w:rsidRPr="00805701" w:rsidRDefault="00CE6714" w:rsidP="008057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Quality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 xml:space="preserve">Many of my entries include analysis of or reflections about my reading and reflect my attempts at deeper-thinking.  Either specific examples or quotations are used.  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writing is clear, coherent, and succinct.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show reasonable evidence of applying what I am learning in class</w:t>
            </w:r>
          </w:p>
          <w:p w:rsidR="00CE6714" w:rsidRPr="00805701" w:rsidRDefault="00CE6714" w:rsidP="008057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</w:tcPr>
          <w:p w:rsidR="00CE6714" w:rsidRPr="00805701" w:rsidRDefault="00CE6714" w:rsidP="0080570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Quality</w:t>
            </w:r>
            <w:r w:rsidRPr="00805701">
              <w:rPr>
                <w:b/>
                <w:sz w:val="20"/>
                <w:szCs w:val="20"/>
              </w:rPr>
              <w:br/>
            </w:r>
            <w:r w:rsidRPr="00805701">
              <w:rPr>
                <w:sz w:val="20"/>
                <w:szCs w:val="20"/>
              </w:rPr>
              <w:t xml:space="preserve">My entries show consistent evidence of analysis of the author’s craft and reflection about my reading.  I skillfully incorporate examples and quotations to support my responses. 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writing is clear, coherent, succinct, and mature.</w:t>
            </w:r>
            <w:bookmarkStart w:id="0" w:name="_GoBack"/>
            <w:bookmarkEnd w:id="0"/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have abundant evidence of applying what I am learning in class.</w:t>
            </w:r>
          </w:p>
        </w:tc>
      </w:tr>
      <w:tr w:rsidR="00CE6714" w:rsidRPr="00805701" w:rsidTr="00805701">
        <w:trPr>
          <w:trHeight w:val="1070"/>
        </w:trPr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Completeness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Some entries are complete.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journal’s appendix is poorly presented.</w:t>
            </w: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Completeness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Most of the entries are complete.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journal’s appendix is missing important pieces</w:t>
            </w: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Completeness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All but a few entries are complete.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journal’s appendix is mostly complete.</w:t>
            </w: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Completeness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Every entry is complete.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journal’s appendix is complete and well presented.</w:t>
            </w:r>
          </w:p>
        </w:tc>
      </w:tr>
      <w:tr w:rsidR="00CE6714" w:rsidRPr="00805701" w:rsidTr="00805701"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Neatness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Entries are not labeled with the book title, author, date and lesson.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journal looks like I do not treasure reading, thinking, and writing.</w:t>
            </w: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Neatness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Most entries are labels with the book title, author, date, and lesson.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Most of my entries are neat, clean, and well-cared for.</w:t>
            </w: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Neatness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All but a few entries are typically labeled with book title, author, date &amp; lesson.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entries are neat, clean, and well-care for.</w:t>
            </w:r>
          </w:p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Neatness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All entries are labeled with the book title, author, date, and lesson.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My journal looks like I truly treasure reading, thinking, and writing.</w:t>
            </w:r>
          </w:p>
        </w:tc>
      </w:tr>
      <w:tr w:rsidR="00CE6714" w:rsidRPr="00805701" w:rsidTr="00805701"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Spelling, punctuation, and word choice.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do not reread my journal with an editor’s eye.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It is very difficult for someone else to read my journal entries.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use plain, simple words to express my ideas.</w:t>
            </w:r>
          </w:p>
          <w:p w:rsidR="00CE6714" w:rsidRPr="00805701" w:rsidRDefault="00CE6714" w:rsidP="008057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Spelling, punctuation, and word choice.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sometimes reread my journal with an editor’s eye.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It’s often difficult for someone else to read my entries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seldom use precise language and vocabulary to clarify my ideas.</w:t>
            </w:r>
          </w:p>
          <w:p w:rsidR="00CE6714" w:rsidRPr="00805701" w:rsidRDefault="00CE6714" w:rsidP="008057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Spelling, punctuation, and word choice.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usually reread my journal with an editor’s eye paying attention to errors, marking revisions when necessary.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Someone else can usually read my entries.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occasionally use precise language and vocabulary to clarify my ideas.</w:t>
            </w:r>
          </w:p>
        </w:tc>
        <w:tc>
          <w:tcPr>
            <w:tcW w:w="3294" w:type="dxa"/>
          </w:tcPr>
          <w:p w:rsidR="00CE6714" w:rsidRPr="00805701" w:rsidRDefault="00CE6714" w:rsidP="008057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05701">
              <w:rPr>
                <w:b/>
                <w:sz w:val="20"/>
                <w:szCs w:val="20"/>
              </w:rPr>
              <w:t>Spelling, punctuation, and word choice.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I consistently reread your journal with an editor’s eye –paying attention to errors and marking revisions when necessary.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 xml:space="preserve">Someone else can </w:t>
            </w:r>
            <w:r w:rsidRPr="00805701">
              <w:rPr>
                <w:i/>
                <w:sz w:val="20"/>
                <w:szCs w:val="20"/>
              </w:rPr>
              <w:t>easily</w:t>
            </w:r>
            <w:r w:rsidRPr="00805701">
              <w:rPr>
                <w:sz w:val="20"/>
                <w:szCs w:val="20"/>
              </w:rPr>
              <w:t xml:space="preserve"> read my entries.</w:t>
            </w:r>
          </w:p>
          <w:p w:rsidR="00CE6714" w:rsidRPr="00805701" w:rsidRDefault="00CE6714" w:rsidP="008057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 xml:space="preserve">I consistently use precise language and vocabulary to clarify my ideas. </w:t>
            </w:r>
          </w:p>
        </w:tc>
      </w:tr>
      <w:tr w:rsidR="00CE6714" w:rsidRPr="00805701" w:rsidTr="00031064">
        <w:tc>
          <w:tcPr>
            <w:tcW w:w="13176" w:type="dxa"/>
            <w:gridSpan w:val="4"/>
          </w:tcPr>
          <w:p w:rsidR="00CE6714" w:rsidRPr="00805701" w:rsidRDefault="00CE6714" w:rsidP="00805701">
            <w:pPr>
              <w:spacing w:after="0" w:line="240" w:lineRule="auto"/>
              <w:rPr>
                <w:sz w:val="20"/>
                <w:szCs w:val="20"/>
              </w:rPr>
            </w:pPr>
            <w:r w:rsidRPr="00805701">
              <w:rPr>
                <w:sz w:val="20"/>
                <w:szCs w:val="20"/>
              </w:rPr>
              <w:t>Standard CCSS (W.9-10.10) Write informative/explanatory test to examine</w:t>
            </w:r>
            <w:r>
              <w:rPr>
                <w:sz w:val="20"/>
                <w:szCs w:val="20"/>
              </w:rPr>
              <w:t xml:space="preserve"> </w:t>
            </w:r>
            <w:r w:rsidRPr="00805701">
              <w:rPr>
                <w:sz w:val="20"/>
                <w:szCs w:val="20"/>
              </w:rPr>
              <w:t xml:space="preserve">and convey complex ideas, concepts, and information clearly and accurately, through the effective selection, organization, and analysis of content. </w:t>
            </w:r>
          </w:p>
        </w:tc>
      </w:tr>
    </w:tbl>
    <w:p w:rsidR="00CE6714" w:rsidRDefault="00CE6714" w:rsidP="00FE2234"/>
    <w:sectPr w:rsidR="00CE6714" w:rsidSect="009801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41224"/>
    <w:multiLevelType w:val="hybridMultilevel"/>
    <w:tmpl w:val="63287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D2BA6"/>
    <w:multiLevelType w:val="hybridMultilevel"/>
    <w:tmpl w:val="7748A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B568D"/>
    <w:multiLevelType w:val="hybridMultilevel"/>
    <w:tmpl w:val="61962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C2993"/>
    <w:multiLevelType w:val="hybridMultilevel"/>
    <w:tmpl w:val="31B2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E4D92"/>
    <w:multiLevelType w:val="hybridMultilevel"/>
    <w:tmpl w:val="4A145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34D0C"/>
    <w:multiLevelType w:val="hybridMultilevel"/>
    <w:tmpl w:val="09A2E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007DD"/>
    <w:multiLevelType w:val="hybridMultilevel"/>
    <w:tmpl w:val="973ED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C1BAE"/>
    <w:multiLevelType w:val="hybridMultilevel"/>
    <w:tmpl w:val="28E8D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15D60"/>
    <w:multiLevelType w:val="hybridMultilevel"/>
    <w:tmpl w:val="0B949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55100"/>
    <w:multiLevelType w:val="hybridMultilevel"/>
    <w:tmpl w:val="8042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65099"/>
    <w:multiLevelType w:val="hybridMultilevel"/>
    <w:tmpl w:val="79202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0800A6"/>
    <w:multiLevelType w:val="hybridMultilevel"/>
    <w:tmpl w:val="FD426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E5F9A"/>
    <w:multiLevelType w:val="hybridMultilevel"/>
    <w:tmpl w:val="AC5604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4C80CC1"/>
    <w:multiLevelType w:val="hybridMultilevel"/>
    <w:tmpl w:val="E1AC0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6679C8"/>
    <w:multiLevelType w:val="hybridMultilevel"/>
    <w:tmpl w:val="7BA60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571CC3"/>
    <w:multiLevelType w:val="hybridMultilevel"/>
    <w:tmpl w:val="3F54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FC695B"/>
    <w:multiLevelType w:val="hybridMultilevel"/>
    <w:tmpl w:val="2FE4C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0"/>
  </w:num>
  <w:num w:numId="5">
    <w:abstractNumId w:val="7"/>
  </w:num>
  <w:num w:numId="6">
    <w:abstractNumId w:val="6"/>
  </w:num>
  <w:num w:numId="7">
    <w:abstractNumId w:val="3"/>
  </w:num>
  <w:num w:numId="8">
    <w:abstractNumId w:val="12"/>
  </w:num>
  <w:num w:numId="9">
    <w:abstractNumId w:val="8"/>
  </w:num>
  <w:num w:numId="10">
    <w:abstractNumId w:val="2"/>
  </w:num>
  <w:num w:numId="11">
    <w:abstractNumId w:val="4"/>
  </w:num>
  <w:num w:numId="12">
    <w:abstractNumId w:val="15"/>
  </w:num>
  <w:num w:numId="13">
    <w:abstractNumId w:val="0"/>
  </w:num>
  <w:num w:numId="14">
    <w:abstractNumId w:val="13"/>
  </w:num>
  <w:num w:numId="15">
    <w:abstractNumId w:val="16"/>
  </w:num>
  <w:num w:numId="16">
    <w:abstractNumId w:val="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A57"/>
    <w:rsid w:val="00031064"/>
    <w:rsid w:val="000F0504"/>
    <w:rsid w:val="002F125B"/>
    <w:rsid w:val="00393038"/>
    <w:rsid w:val="004539AB"/>
    <w:rsid w:val="004F716E"/>
    <w:rsid w:val="00776A3E"/>
    <w:rsid w:val="00805701"/>
    <w:rsid w:val="008F2A57"/>
    <w:rsid w:val="009471CB"/>
    <w:rsid w:val="0095750C"/>
    <w:rsid w:val="009801DF"/>
    <w:rsid w:val="00A14C46"/>
    <w:rsid w:val="00B15B69"/>
    <w:rsid w:val="00B33B63"/>
    <w:rsid w:val="00B76756"/>
    <w:rsid w:val="00BF615B"/>
    <w:rsid w:val="00C40294"/>
    <w:rsid w:val="00CE6714"/>
    <w:rsid w:val="00D91026"/>
    <w:rsid w:val="00DD1D40"/>
    <w:rsid w:val="00E15725"/>
    <w:rsid w:val="00E31055"/>
    <w:rsid w:val="00E859BD"/>
    <w:rsid w:val="00F46940"/>
    <w:rsid w:val="00FE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72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2A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F71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3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0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1449</TotalTime>
  <Pages>1</Pages>
  <Words>487</Words>
  <Characters>2781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CARLTON MANSFIELD</dc:creator>
  <cp:keywords/>
  <dc:description/>
  <cp:lastModifiedBy>Kelly Fox</cp:lastModifiedBy>
  <cp:revision>8</cp:revision>
  <cp:lastPrinted>2013-01-31T05:20:00Z</cp:lastPrinted>
  <dcterms:created xsi:type="dcterms:W3CDTF">2013-01-27T00:02:00Z</dcterms:created>
  <dcterms:modified xsi:type="dcterms:W3CDTF">2013-01-31T05:20:00Z</dcterms:modified>
</cp:coreProperties>
</file>